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FC0" w:rsidRPr="00B65C83" w:rsidRDefault="00B65C83" w:rsidP="00B65C83">
      <w:pPr>
        <w:rPr>
          <w:szCs w:val="16"/>
        </w:rPr>
      </w:pPr>
      <w:r>
        <w:rPr>
          <w:noProof/>
          <w:szCs w:val="16"/>
        </w:rPr>
        <w:drawing>
          <wp:inline distT="0" distB="0" distL="0" distR="0">
            <wp:extent cx="6299835" cy="8860042"/>
            <wp:effectExtent l="19050" t="0" r="5715" b="0"/>
            <wp:docPr id="1" name="Рисунок 1" descr="C:\Public\_andjan\2012_01_17\Рисунок (15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ublic\_andjan\2012_01_17\Рисунок (152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860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B0FC0" w:rsidRPr="00B65C83" w:rsidSect="005B5AE3">
      <w:footerReference w:type="even" r:id="rId8"/>
      <w:footerReference w:type="default" r:id="rId9"/>
      <w:pgSz w:w="11906" w:h="16838"/>
      <w:pgMar w:top="567" w:right="851" w:bottom="709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494C" w:rsidRDefault="0066494C">
      <w:r>
        <w:separator/>
      </w:r>
    </w:p>
  </w:endnote>
  <w:endnote w:type="continuationSeparator" w:id="1">
    <w:p w:rsidR="0066494C" w:rsidRDefault="006649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B15" w:rsidRDefault="00491409" w:rsidP="007131E1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994B15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94B15" w:rsidRDefault="00994B15" w:rsidP="000077FA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B15" w:rsidRDefault="00491409" w:rsidP="007131E1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994B15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E099A">
      <w:rPr>
        <w:rStyle w:val="ac"/>
        <w:noProof/>
      </w:rPr>
      <w:t>1</w:t>
    </w:r>
    <w:r>
      <w:rPr>
        <w:rStyle w:val="ac"/>
      </w:rPr>
      <w:fldChar w:fldCharType="end"/>
    </w:r>
  </w:p>
  <w:p w:rsidR="00994B15" w:rsidRDefault="00994B15" w:rsidP="000077FA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494C" w:rsidRDefault="0066494C">
      <w:r>
        <w:separator/>
      </w:r>
    </w:p>
  </w:footnote>
  <w:footnote w:type="continuationSeparator" w:id="1">
    <w:p w:rsidR="0066494C" w:rsidRDefault="006649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B1809"/>
    <w:multiLevelType w:val="singleLevel"/>
    <w:tmpl w:val="8E1EB6F8"/>
    <w:lvl w:ilvl="0">
      <w:start w:val="1"/>
      <w:numFmt w:val="decimal"/>
      <w:lvlText w:val="%1."/>
      <w:legacy w:legacy="1" w:legacySpace="0" w:legacyIndent="283"/>
      <w:lvlJc w:val="left"/>
      <w:pPr>
        <w:ind w:left="850" w:hanging="283"/>
      </w:pPr>
    </w:lvl>
  </w:abstractNum>
  <w:abstractNum w:abstractNumId="1">
    <w:nsid w:val="0F950B9B"/>
    <w:multiLevelType w:val="multilevel"/>
    <w:tmpl w:val="CE52D9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10FD7998"/>
    <w:multiLevelType w:val="hybridMultilevel"/>
    <w:tmpl w:val="AB9AE22A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">
    <w:nsid w:val="117F64D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45D4EFC"/>
    <w:multiLevelType w:val="multilevel"/>
    <w:tmpl w:val="32009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816D32"/>
    <w:multiLevelType w:val="hybridMultilevel"/>
    <w:tmpl w:val="C15A0F1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26EA2306"/>
    <w:multiLevelType w:val="multilevel"/>
    <w:tmpl w:val="B316F824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99B6384"/>
    <w:multiLevelType w:val="hybridMultilevel"/>
    <w:tmpl w:val="1E5E6C70"/>
    <w:lvl w:ilvl="0" w:tplc="041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8">
    <w:nsid w:val="2A553994"/>
    <w:multiLevelType w:val="hybridMultilevel"/>
    <w:tmpl w:val="3C2AA99C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>
    <w:nsid w:val="2D277154"/>
    <w:multiLevelType w:val="multilevel"/>
    <w:tmpl w:val="BFBC341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0F634BB"/>
    <w:multiLevelType w:val="singleLevel"/>
    <w:tmpl w:val="61766FF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1503C4D"/>
    <w:multiLevelType w:val="hybridMultilevel"/>
    <w:tmpl w:val="4F746B10"/>
    <w:lvl w:ilvl="0" w:tplc="041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12">
    <w:nsid w:val="55B01C00"/>
    <w:multiLevelType w:val="hybridMultilevel"/>
    <w:tmpl w:val="B316F82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5BAE7B10"/>
    <w:multiLevelType w:val="hybridMultilevel"/>
    <w:tmpl w:val="FCCE092A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5BD1331A"/>
    <w:multiLevelType w:val="hybridMultilevel"/>
    <w:tmpl w:val="32009D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5848F1"/>
    <w:multiLevelType w:val="hybridMultilevel"/>
    <w:tmpl w:val="32FE982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683D324A"/>
    <w:multiLevelType w:val="singleLevel"/>
    <w:tmpl w:val="F5648104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6BA604C1"/>
    <w:multiLevelType w:val="hybridMultilevel"/>
    <w:tmpl w:val="3508F6AC"/>
    <w:lvl w:ilvl="0" w:tplc="28A45EA8">
      <w:start w:val="1"/>
      <w:numFmt w:val="bullet"/>
      <w:lvlText w:val="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8">
    <w:nsid w:val="6D286C5E"/>
    <w:multiLevelType w:val="hybridMultilevel"/>
    <w:tmpl w:val="407AF1A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6F3172F5"/>
    <w:multiLevelType w:val="hybridMultilevel"/>
    <w:tmpl w:val="D874539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6F9E3D22"/>
    <w:multiLevelType w:val="hybridMultilevel"/>
    <w:tmpl w:val="8AC8B5D6"/>
    <w:lvl w:ilvl="0" w:tplc="9048BA9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>
    <w:nsid w:val="6FA67E54"/>
    <w:multiLevelType w:val="hybridMultilevel"/>
    <w:tmpl w:val="46A45056"/>
    <w:lvl w:ilvl="0" w:tplc="041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22">
    <w:nsid w:val="71423C90"/>
    <w:multiLevelType w:val="hybridMultilevel"/>
    <w:tmpl w:val="49083C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"/>
  </w:num>
  <w:num w:numId="3">
    <w:abstractNumId w:val="0"/>
  </w:num>
  <w:num w:numId="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850" w:hanging="283"/>
        </w:pPr>
      </w:lvl>
    </w:lvlOverride>
  </w:num>
  <w:num w:numId="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850" w:hanging="283"/>
        </w:pPr>
      </w:lvl>
    </w:lvlOverride>
  </w:num>
  <w:num w:numId="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850" w:hanging="283"/>
        </w:pPr>
      </w:lvl>
    </w:lvlOverride>
  </w:num>
  <w:num w:numId="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850" w:hanging="283"/>
        </w:pPr>
      </w:lvl>
    </w:lvlOverride>
  </w:num>
  <w:num w:numId="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850" w:hanging="283"/>
        </w:pPr>
      </w:lvl>
    </w:lvlOverride>
  </w:num>
  <w:num w:numId="9">
    <w:abstractNumId w:val="10"/>
  </w:num>
  <w:num w:numId="10">
    <w:abstractNumId w:val="10"/>
  </w:num>
  <w:num w:numId="11">
    <w:abstractNumId w:val="14"/>
  </w:num>
  <w:num w:numId="12">
    <w:abstractNumId w:val="4"/>
  </w:num>
  <w:num w:numId="13">
    <w:abstractNumId w:val="22"/>
  </w:num>
  <w:num w:numId="14">
    <w:abstractNumId w:val="12"/>
  </w:num>
  <w:num w:numId="15">
    <w:abstractNumId w:val="6"/>
  </w:num>
  <w:num w:numId="16">
    <w:abstractNumId w:val="8"/>
  </w:num>
  <w:num w:numId="17">
    <w:abstractNumId w:val="5"/>
  </w:num>
  <w:num w:numId="18">
    <w:abstractNumId w:val="15"/>
  </w:num>
  <w:num w:numId="19">
    <w:abstractNumId w:val="9"/>
  </w:num>
  <w:num w:numId="20">
    <w:abstractNumId w:val="18"/>
  </w:num>
  <w:num w:numId="21">
    <w:abstractNumId w:val="19"/>
  </w:num>
  <w:num w:numId="22">
    <w:abstractNumId w:val="7"/>
  </w:num>
  <w:num w:numId="23">
    <w:abstractNumId w:val="11"/>
  </w:num>
  <w:num w:numId="24">
    <w:abstractNumId w:val="21"/>
  </w:num>
  <w:num w:numId="25">
    <w:abstractNumId w:val="2"/>
  </w:num>
  <w:num w:numId="26">
    <w:abstractNumId w:val="17"/>
  </w:num>
  <w:num w:numId="27">
    <w:abstractNumId w:val="20"/>
  </w:num>
  <w:num w:numId="2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attachedTemplate r:id="rId1"/>
  <w:stylePaneFormatFilter w:val="3F01"/>
  <w:defaultTabStop w:val="720"/>
  <w:autoHyphenation/>
  <w:hyphenationZone w:val="357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41D6"/>
    <w:rsid w:val="00000B09"/>
    <w:rsid w:val="00001E43"/>
    <w:rsid w:val="00006AEA"/>
    <w:rsid w:val="000077FA"/>
    <w:rsid w:val="00012DB7"/>
    <w:rsid w:val="00024C91"/>
    <w:rsid w:val="00052E8C"/>
    <w:rsid w:val="000551C5"/>
    <w:rsid w:val="00055841"/>
    <w:rsid w:val="00072DB1"/>
    <w:rsid w:val="000773A1"/>
    <w:rsid w:val="00093095"/>
    <w:rsid w:val="0009472F"/>
    <w:rsid w:val="00094CEA"/>
    <w:rsid w:val="00095D32"/>
    <w:rsid w:val="000A3BA1"/>
    <w:rsid w:val="000B508D"/>
    <w:rsid w:val="000B5AA8"/>
    <w:rsid w:val="000C13AB"/>
    <w:rsid w:val="000C596A"/>
    <w:rsid w:val="000D640D"/>
    <w:rsid w:val="000F03D5"/>
    <w:rsid w:val="000F3B97"/>
    <w:rsid w:val="000F67CE"/>
    <w:rsid w:val="000F7CA4"/>
    <w:rsid w:val="001023F4"/>
    <w:rsid w:val="001051A7"/>
    <w:rsid w:val="00114E4F"/>
    <w:rsid w:val="00121F1F"/>
    <w:rsid w:val="00122048"/>
    <w:rsid w:val="001342A3"/>
    <w:rsid w:val="00136518"/>
    <w:rsid w:val="00140DF0"/>
    <w:rsid w:val="00144608"/>
    <w:rsid w:val="001459AD"/>
    <w:rsid w:val="00145C78"/>
    <w:rsid w:val="00145FDA"/>
    <w:rsid w:val="00170280"/>
    <w:rsid w:val="0018227E"/>
    <w:rsid w:val="00191A36"/>
    <w:rsid w:val="001A2D55"/>
    <w:rsid w:val="001B77BB"/>
    <w:rsid w:val="001C4B4B"/>
    <w:rsid w:val="001D3C6F"/>
    <w:rsid w:val="001D5DEF"/>
    <w:rsid w:val="001D7E57"/>
    <w:rsid w:val="001E466B"/>
    <w:rsid w:val="001E5FFC"/>
    <w:rsid w:val="001F2D96"/>
    <w:rsid w:val="001F62AB"/>
    <w:rsid w:val="0021119D"/>
    <w:rsid w:val="00212D06"/>
    <w:rsid w:val="002148BE"/>
    <w:rsid w:val="00216854"/>
    <w:rsid w:val="00254CA7"/>
    <w:rsid w:val="0026488E"/>
    <w:rsid w:val="00274E76"/>
    <w:rsid w:val="0027582C"/>
    <w:rsid w:val="00277C55"/>
    <w:rsid w:val="00285CD8"/>
    <w:rsid w:val="00285E8E"/>
    <w:rsid w:val="00291756"/>
    <w:rsid w:val="00291A49"/>
    <w:rsid w:val="002A4176"/>
    <w:rsid w:val="002A53D9"/>
    <w:rsid w:val="002B0BCE"/>
    <w:rsid w:val="002B4161"/>
    <w:rsid w:val="002B6991"/>
    <w:rsid w:val="002E23A7"/>
    <w:rsid w:val="002E3B77"/>
    <w:rsid w:val="002E4617"/>
    <w:rsid w:val="002F3F5F"/>
    <w:rsid w:val="002F4C9C"/>
    <w:rsid w:val="002F62DD"/>
    <w:rsid w:val="00300034"/>
    <w:rsid w:val="00306AED"/>
    <w:rsid w:val="00320068"/>
    <w:rsid w:val="00322A10"/>
    <w:rsid w:val="00330ACD"/>
    <w:rsid w:val="00331E23"/>
    <w:rsid w:val="00334D87"/>
    <w:rsid w:val="00347E51"/>
    <w:rsid w:val="00350F34"/>
    <w:rsid w:val="00370967"/>
    <w:rsid w:val="00385138"/>
    <w:rsid w:val="00385154"/>
    <w:rsid w:val="00386013"/>
    <w:rsid w:val="003912C8"/>
    <w:rsid w:val="00394C5E"/>
    <w:rsid w:val="0039750F"/>
    <w:rsid w:val="003A5B0B"/>
    <w:rsid w:val="003A6EEB"/>
    <w:rsid w:val="003B4222"/>
    <w:rsid w:val="003E6144"/>
    <w:rsid w:val="003F0543"/>
    <w:rsid w:val="003F4249"/>
    <w:rsid w:val="003F4307"/>
    <w:rsid w:val="004207F8"/>
    <w:rsid w:val="00420D77"/>
    <w:rsid w:val="004271C0"/>
    <w:rsid w:val="004367B8"/>
    <w:rsid w:val="00440398"/>
    <w:rsid w:val="004501E0"/>
    <w:rsid w:val="00456CB8"/>
    <w:rsid w:val="0048450F"/>
    <w:rsid w:val="00491409"/>
    <w:rsid w:val="004A0C9D"/>
    <w:rsid w:val="004C1CDB"/>
    <w:rsid w:val="004C1E3E"/>
    <w:rsid w:val="004D18F2"/>
    <w:rsid w:val="004D4EDE"/>
    <w:rsid w:val="004F288A"/>
    <w:rsid w:val="004F39DB"/>
    <w:rsid w:val="004F3AD3"/>
    <w:rsid w:val="005042D8"/>
    <w:rsid w:val="005141C7"/>
    <w:rsid w:val="00515221"/>
    <w:rsid w:val="00517377"/>
    <w:rsid w:val="005304B8"/>
    <w:rsid w:val="0053074D"/>
    <w:rsid w:val="0053089B"/>
    <w:rsid w:val="0053770C"/>
    <w:rsid w:val="005556D9"/>
    <w:rsid w:val="0056057C"/>
    <w:rsid w:val="005623D1"/>
    <w:rsid w:val="00575BBE"/>
    <w:rsid w:val="00580946"/>
    <w:rsid w:val="00581E2B"/>
    <w:rsid w:val="00591C98"/>
    <w:rsid w:val="00594CCB"/>
    <w:rsid w:val="005B0FC0"/>
    <w:rsid w:val="005B1445"/>
    <w:rsid w:val="005B5AE3"/>
    <w:rsid w:val="005F41D6"/>
    <w:rsid w:val="00637AAF"/>
    <w:rsid w:val="0065288D"/>
    <w:rsid w:val="0066494C"/>
    <w:rsid w:val="00665B15"/>
    <w:rsid w:val="006735E8"/>
    <w:rsid w:val="00682C90"/>
    <w:rsid w:val="00683380"/>
    <w:rsid w:val="0068410F"/>
    <w:rsid w:val="00686AE5"/>
    <w:rsid w:val="00694D06"/>
    <w:rsid w:val="006A49E9"/>
    <w:rsid w:val="006A74F7"/>
    <w:rsid w:val="006B4E9B"/>
    <w:rsid w:val="006C2953"/>
    <w:rsid w:val="006C3243"/>
    <w:rsid w:val="006C7060"/>
    <w:rsid w:val="006D08F0"/>
    <w:rsid w:val="006D7ACD"/>
    <w:rsid w:val="006E3F36"/>
    <w:rsid w:val="007131E1"/>
    <w:rsid w:val="00752E4B"/>
    <w:rsid w:val="00753B83"/>
    <w:rsid w:val="00763115"/>
    <w:rsid w:val="00780F0E"/>
    <w:rsid w:val="00784D9B"/>
    <w:rsid w:val="00786F62"/>
    <w:rsid w:val="00796376"/>
    <w:rsid w:val="007A21AA"/>
    <w:rsid w:val="007A4655"/>
    <w:rsid w:val="007A4953"/>
    <w:rsid w:val="007A59AE"/>
    <w:rsid w:val="007C134D"/>
    <w:rsid w:val="007C1EAC"/>
    <w:rsid w:val="007C2B7D"/>
    <w:rsid w:val="007C341A"/>
    <w:rsid w:val="007D1410"/>
    <w:rsid w:val="007E0BA6"/>
    <w:rsid w:val="007E348D"/>
    <w:rsid w:val="007F365D"/>
    <w:rsid w:val="00802083"/>
    <w:rsid w:val="008071C5"/>
    <w:rsid w:val="00807342"/>
    <w:rsid w:val="008131B4"/>
    <w:rsid w:val="0082307B"/>
    <w:rsid w:val="00832923"/>
    <w:rsid w:val="008432A1"/>
    <w:rsid w:val="00852028"/>
    <w:rsid w:val="00862E93"/>
    <w:rsid w:val="00880E6C"/>
    <w:rsid w:val="008A519D"/>
    <w:rsid w:val="008A5FF9"/>
    <w:rsid w:val="008A6E3D"/>
    <w:rsid w:val="008B0C2E"/>
    <w:rsid w:val="008C52F5"/>
    <w:rsid w:val="008F3ECA"/>
    <w:rsid w:val="00902F93"/>
    <w:rsid w:val="00910DE2"/>
    <w:rsid w:val="00912BDB"/>
    <w:rsid w:val="00917854"/>
    <w:rsid w:val="009251E4"/>
    <w:rsid w:val="00940580"/>
    <w:rsid w:val="0094249E"/>
    <w:rsid w:val="00952AAA"/>
    <w:rsid w:val="009537D8"/>
    <w:rsid w:val="009646F6"/>
    <w:rsid w:val="00964BB9"/>
    <w:rsid w:val="00986211"/>
    <w:rsid w:val="00991639"/>
    <w:rsid w:val="00994B15"/>
    <w:rsid w:val="00995EA7"/>
    <w:rsid w:val="00995FAD"/>
    <w:rsid w:val="0099794C"/>
    <w:rsid w:val="009A7A3D"/>
    <w:rsid w:val="009B7C37"/>
    <w:rsid w:val="009C2C41"/>
    <w:rsid w:val="009C508E"/>
    <w:rsid w:val="009D2A24"/>
    <w:rsid w:val="009D4587"/>
    <w:rsid w:val="009F2F5B"/>
    <w:rsid w:val="009F4762"/>
    <w:rsid w:val="00A14A2D"/>
    <w:rsid w:val="00A26FA1"/>
    <w:rsid w:val="00A40388"/>
    <w:rsid w:val="00A50655"/>
    <w:rsid w:val="00A577B1"/>
    <w:rsid w:val="00A62094"/>
    <w:rsid w:val="00A87302"/>
    <w:rsid w:val="00A904BB"/>
    <w:rsid w:val="00A90D54"/>
    <w:rsid w:val="00A93888"/>
    <w:rsid w:val="00A97862"/>
    <w:rsid w:val="00AC2F2E"/>
    <w:rsid w:val="00AD1206"/>
    <w:rsid w:val="00AD7E34"/>
    <w:rsid w:val="00AE099A"/>
    <w:rsid w:val="00AE5D77"/>
    <w:rsid w:val="00AF7CA4"/>
    <w:rsid w:val="00B0284A"/>
    <w:rsid w:val="00B05171"/>
    <w:rsid w:val="00B06EF4"/>
    <w:rsid w:val="00B20E80"/>
    <w:rsid w:val="00B210EE"/>
    <w:rsid w:val="00B311E3"/>
    <w:rsid w:val="00B331F8"/>
    <w:rsid w:val="00B403D6"/>
    <w:rsid w:val="00B506CC"/>
    <w:rsid w:val="00B64423"/>
    <w:rsid w:val="00B65C83"/>
    <w:rsid w:val="00B80BCD"/>
    <w:rsid w:val="00B854C5"/>
    <w:rsid w:val="00B864D8"/>
    <w:rsid w:val="00B93D7B"/>
    <w:rsid w:val="00BA1FB9"/>
    <w:rsid w:val="00BA46F8"/>
    <w:rsid w:val="00BB2D9A"/>
    <w:rsid w:val="00BB5D53"/>
    <w:rsid w:val="00BD0DDF"/>
    <w:rsid w:val="00BE334C"/>
    <w:rsid w:val="00BE5673"/>
    <w:rsid w:val="00BF27A7"/>
    <w:rsid w:val="00BF3920"/>
    <w:rsid w:val="00C00171"/>
    <w:rsid w:val="00C012EA"/>
    <w:rsid w:val="00C0409A"/>
    <w:rsid w:val="00C05975"/>
    <w:rsid w:val="00C07157"/>
    <w:rsid w:val="00C1500F"/>
    <w:rsid w:val="00C36FE4"/>
    <w:rsid w:val="00C40198"/>
    <w:rsid w:val="00C42EF7"/>
    <w:rsid w:val="00C4361C"/>
    <w:rsid w:val="00C45447"/>
    <w:rsid w:val="00C51B2E"/>
    <w:rsid w:val="00C71099"/>
    <w:rsid w:val="00C744F6"/>
    <w:rsid w:val="00C76D3D"/>
    <w:rsid w:val="00C83783"/>
    <w:rsid w:val="00C90A81"/>
    <w:rsid w:val="00C939B2"/>
    <w:rsid w:val="00CA6FBD"/>
    <w:rsid w:val="00CA7D3B"/>
    <w:rsid w:val="00CC4CCA"/>
    <w:rsid w:val="00CC5F31"/>
    <w:rsid w:val="00CD50B5"/>
    <w:rsid w:val="00CE22C5"/>
    <w:rsid w:val="00CE7FD1"/>
    <w:rsid w:val="00D02765"/>
    <w:rsid w:val="00D04ED3"/>
    <w:rsid w:val="00D05A5D"/>
    <w:rsid w:val="00D60E6D"/>
    <w:rsid w:val="00D61034"/>
    <w:rsid w:val="00D66396"/>
    <w:rsid w:val="00D766A0"/>
    <w:rsid w:val="00D77677"/>
    <w:rsid w:val="00D8166C"/>
    <w:rsid w:val="00D86717"/>
    <w:rsid w:val="00DA1183"/>
    <w:rsid w:val="00DA5DDF"/>
    <w:rsid w:val="00DE12F1"/>
    <w:rsid w:val="00DE592A"/>
    <w:rsid w:val="00DE5DB5"/>
    <w:rsid w:val="00DF4E48"/>
    <w:rsid w:val="00E016E5"/>
    <w:rsid w:val="00E02F03"/>
    <w:rsid w:val="00E148CD"/>
    <w:rsid w:val="00E1582A"/>
    <w:rsid w:val="00E24F8E"/>
    <w:rsid w:val="00E362BA"/>
    <w:rsid w:val="00E728F4"/>
    <w:rsid w:val="00E7555C"/>
    <w:rsid w:val="00E76FF1"/>
    <w:rsid w:val="00E925B6"/>
    <w:rsid w:val="00E93364"/>
    <w:rsid w:val="00E952F0"/>
    <w:rsid w:val="00E95A66"/>
    <w:rsid w:val="00EC221C"/>
    <w:rsid w:val="00ED592E"/>
    <w:rsid w:val="00ED689F"/>
    <w:rsid w:val="00EE1E19"/>
    <w:rsid w:val="00EE200E"/>
    <w:rsid w:val="00EF3B46"/>
    <w:rsid w:val="00F0749B"/>
    <w:rsid w:val="00F102AA"/>
    <w:rsid w:val="00F23297"/>
    <w:rsid w:val="00F3564A"/>
    <w:rsid w:val="00F40F1A"/>
    <w:rsid w:val="00F60735"/>
    <w:rsid w:val="00F90654"/>
    <w:rsid w:val="00F9505D"/>
    <w:rsid w:val="00FA2975"/>
    <w:rsid w:val="00FA7304"/>
    <w:rsid w:val="00FA74EA"/>
    <w:rsid w:val="00FB1A46"/>
    <w:rsid w:val="00FC0C6E"/>
    <w:rsid w:val="00FC5497"/>
    <w:rsid w:val="00FE2E25"/>
    <w:rsid w:val="00FF2DB4"/>
    <w:rsid w:val="00FF4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7157"/>
  </w:style>
  <w:style w:type="paragraph" w:styleId="1">
    <w:name w:val="heading 1"/>
    <w:basedOn w:val="a"/>
    <w:next w:val="a"/>
    <w:qFormat/>
    <w:rsid w:val="00C07157"/>
    <w:pPr>
      <w:keepNext/>
      <w:spacing w:line="360" w:lineRule="auto"/>
      <w:ind w:firstLine="624"/>
      <w:jc w:val="right"/>
      <w:outlineLvl w:val="0"/>
    </w:pPr>
    <w:rPr>
      <w:sz w:val="24"/>
    </w:rPr>
  </w:style>
  <w:style w:type="paragraph" w:styleId="2">
    <w:name w:val="heading 2"/>
    <w:basedOn w:val="a"/>
    <w:next w:val="a"/>
    <w:qFormat/>
    <w:rsid w:val="00C07157"/>
    <w:pPr>
      <w:keepNext/>
      <w:jc w:val="both"/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7A21A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rsid w:val="00C07157"/>
    <w:pPr>
      <w:keepNext/>
      <w:jc w:val="center"/>
    </w:pPr>
    <w:rPr>
      <w:b/>
    </w:rPr>
  </w:style>
  <w:style w:type="paragraph" w:customStyle="1" w:styleId="20">
    <w:name w:val="заголовок 2"/>
    <w:basedOn w:val="a"/>
    <w:next w:val="a"/>
    <w:rsid w:val="00C07157"/>
    <w:pPr>
      <w:keepNext/>
      <w:jc w:val="center"/>
    </w:pPr>
    <w:rPr>
      <w:b/>
      <w:sz w:val="28"/>
    </w:rPr>
  </w:style>
  <w:style w:type="paragraph" w:customStyle="1" w:styleId="30">
    <w:name w:val="заголовок 3"/>
    <w:basedOn w:val="a"/>
    <w:next w:val="a"/>
    <w:rsid w:val="00C07157"/>
    <w:pPr>
      <w:keepNext/>
      <w:ind w:left="993"/>
    </w:pPr>
    <w:rPr>
      <w:sz w:val="24"/>
    </w:rPr>
  </w:style>
  <w:style w:type="paragraph" w:customStyle="1" w:styleId="4">
    <w:name w:val="заголовок 4"/>
    <w:basedOn w:val="a"/>
    <w:next w:val="a"/>
    <w:rsid w:val="00C07157"/>
    <w:pPr>
      <w:keepNext/>
    </w:pPr>
    <w:rPr>
      <w:sz w:val="24"/>
    </w:rPr>
  </w:style>
  <w:style w:type="paragraph" w:styleId="a3">
    <w:name w:val="Body Text"/>
    <w:basedOn w:val="a"/>
    <w:rsid w:val="00C07157"/>
    <w:rPr>
      <w:sz w:val="24"/>
    </w:rPr>
  </w:style>
  <w:style w:type="paragraph" w:styleId="21">
    <w:name w:val="Body Text 2"/>
    <w:basedOn w:val="a"/>
    <w:rsid w:val="00C07157"/>
    <w:pPr>
      <w:jc w:val="center"/>
    </w:pPr>
    <w:rPr>
      <w:rFonts w:ascii="Arial" w:hAnsi="Arial"/>
      <w:smallCaps/>
      <w:sz w:val="18"/>
    </w:rPr>
  </w:style>
  <w:style w:type="paragraph" w:styleId="a4">
    <w:name w:val="Title"/>
    <w:basedOn w:val="a"/>
    <w:next w:val="a"/>
    <w:qFormat/>
    <w:rsid w:val="00C07157"/>
    <w:pPr>
      <w:ind w:firstLine="709"/>
    </w:pPr>
    <w:rPr>
      <w:sz w:val="24"/>
    </w:rPr>
  </w:style>
  <w:style w:type="character" w:styleId="a5">
    <w:name w:val="Hyperlink"/>
    <w:basedOn w:val="a0"/>
    <w:rsid w:val="00C07157"/>
    <w:rPr>
      <w:color w:val="0000FF"/>
      <w:u w:val="single"/>
    </w:rPr>
  </w:style>
  <w:style w:type="paragraph" w:styleId="a6">
    <w:name w:val="Body Text Indent"/>
    <w:basedOn w:val="a"/>
    <w:rsid w:val="00C07157"/>
    <w:pPr>
      <w:tabs>
        <w:tab w:val="num" w:pos="0"/>
      </w:tabs>
      <w:ind w:firstLine="567"/>
      <w:jc w:val="both"/>
    </w:pPr>
    <w:rPr>
      <w:sz w:val="24"/>
      <w:lang w:val="en-US"/>
    </w:rPr>
  </w:style>
  <w:style w:type="paragraph" w:styleId="22">
    <w:name w:val="Body Text Indent 2"/>
    <w:basedOn w:val="a"/>
    <w:rsid w:val="00C07157"/>
    <w:pPr>
      <w:spacing w:line="360" w:lineRule="auto"/>
      <w:ind w:firstLine="624"/>
    </w:pPr>
    <w:rPr>
      <w:sz w:val="24"/>
    </w:rPr>
  </w:style>
  <w:style w:type="paragraph" w:styleId="a7">
    <w:name w:val="Balloon Text"/>
    <w:basedOn w:val="a"/>
    <w:semiHidden/>
    <w:rsid w:val="00B06EF4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A21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qFormat/>
    <w:rsid w:val="009C2C41"/>
    <w:rPr>
      <w:b/>
      <w:bCs/>
    </w:rPr>
  </w:style>
  <w:style w:type="paragraph" w:styleId="aa">
    <w:name w:val="Normal (Web)"/>
    <w:basedOn w:val="a"/>
    <w:rsid w:val="009C2C41"/>
    <w:pPr>
      <w:spacing w:before="100" w:beforeAutospacing="1" w:after="100" w:afterAutospacing="1"/>
    </w:pPr>
    <w:rPr>
      <w:sz w:val="24"/>
      <w:szCs w:val="24"/>
    </w:rPr>
  </w:style>
  <w:style w:type="paragraph" w:styleId="ab">
    <w:name w:val="footer"/>
    <w:basedOn w:val="a"/>
    <w:rsid w:val="000077FA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0077FA"/>
  </w:style>
  <w:style w:type="paragraph" w:customStyle="1" w:styleId="ConsNormal">
    <w:name w:val="ConsNormal"/>
    <w:rsid w:val="008A6E3D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9646F6"/>
    <w:pPr>
      <w:ind w:left="720"/>
      <w:contextualSpacing/>
    </w:pPr>
    <w:rPr>
      <w:sz w:val="24"/>
      <w:szCs w:val="24"/>
    </w:rPr>
  </w:style>
  <w:style w:type="paragraph" w:customStyle="1" w:styleId="ConsPlusTitle">
    <w:name w:val="ConsPlusTitle"/>
    <w:rsid w:val="00D610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986211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0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DOC\SHABLONY\&#1055;&#1080;&#1089;&#1100;&#1084;&#1086;%20&#1058;&#1060;&#1054;&#1052;&#1057;%209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 ТФОМС 95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ТЕРРИТОРИАЛЬНЫЙ ФОНД</vt:lpstr>
    </vt:vector>
  </TitlesOfParts>
  <Company>1</Company>
  <LinksUpToDate>false</LinksUpToDate>
  <CharactersWithSpaces>1</CharactersWithSpaces>
  <SharedDoc>false</SharedDoc>
  <HLinks>
    <vt:vector size="6" baseType="variant">
      <vt:variant>
        <vt:i4>3866706</vt:i4>
      </vt:variant>
      <vt:variant>
        <vt:i4>0</vt:i4>
      </vt:variant>
      <vt:variant>
        <vt:i4>0</vt:i4>
      </vt:variant>
      <vt:variant>
        <vt:i4>5</vt:i4>
      </vt:variant>
      <vt:variant>
        <vt:lpwstr>mailto:andjan@mif.yar.ru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ТЕРРИТОРИАЛЬНЫЙ ФОНД</dc:title>
  <dc:creator>Гробов Борис Дмитриевич</dc:creator>
  <cp:lastModifiedBy>pavlov</cp:lastModifiedBy>
  <cp:revision>2</cp:revision>
  <cp:lastPrinted>2010-02-26T05:36:00Z</cp:lastPrinted>
  <dcterms:created xsi:type="dcterms:W3CDTF">2012-01-17T15:01:00Z</dcterms:created>
  <dcterms:modified xsi:type="dcterms:W3CDTF">2012-01-17T15:01:00Z</dcterms:modified>
</cp:coreProperties>
</file>